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63974638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35965721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6DBB05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35AC7F24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3C609FFE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9958AA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0CEB5D22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7E7C71F3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1E6A76B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68B18D09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6F65A7F6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72C75C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4FAE5E5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18B1C2E7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9E97457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7C20FDB3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3ADCE2F3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EC998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5ED8B677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1D94C82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FB577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3356A215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1806DC42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FCFA02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 Kč bez DPH:</w:t>
            </w:r>
          </w:p>
        </w:tc>
        <w:tc>
          <w:tcPr>
            <w:tcW w:w="4264" w:type="dxa"/>
          </w:tcPr>
          <w:p w14:paraId="0B3F575A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5A3C8B2B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7C5EB1BF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FB3DD7E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díla:</w:t>
            </w:r>
          </w:p>
        </w:tc>
        <w:tc>
          <w:tcPr>
            <w:tcW w:w="4264" w:type="dxa"/>
          </w:tcPr>
          <w:p w14:paraId="124501B2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48704F" w:rsidRPr="00404764" w14:paraId="4B5328C8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7D5F368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45E7C2E9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72D2E39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48704F" w:rsidRPr="00404764" w14:paraId="31BB271B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5065F5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7645806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1F91A6D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48704F" w:rsidRPr="00404764" w14:paraId="2F5603EE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3D800D6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40A4FD4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1494E65C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11E19742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48704F" w:rsidRPr="00404764" w14:paraId="6132A5A2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167471A2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0C37FF3D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B478127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48704F" w:rsidRPr="00404764" w14:paraId="3525CEA4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6F092A57" w14:textId="77777777" w:rsidR="0048704F" w:rsidRPr="00404764" w:rsidRDefault="0048704F" w:rsidP="003E1E47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Pr="00404764">
              <w:rPr>
                <w:noProof/>
                <w:vanish/>
                <w:szCs w:val="20"/>
              </w:rPr>
              <w:t xml:space="preserve"> (obchodní firma, sídlo a IČO)</w:t>
            </w:r>
          </w:p>
        </w:tc>
        <w:tc>
          <w:tcPr>
            <w:tcW w:w="2835" w:type="dxa"/>
          </w:tcPr>
          <w:p w14:paraId="4DAA3A6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Pr="00404764">
              <w:rPr>
                <w:noProof/>
                <w:vanish/>
                <w:szCs w:val="20"/>
              </w:rPr>
              <w:t xml:space="preserve"> 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169033F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Pr="00404764">
              <w:rPr>
                <w:noProof/>
                <w:vanish/>
                <w:szCs w:val="20"/>
              </w:rPr>
              <w:t xml:space="preserve"> (v % ze smluvní ceny díla a v konkrétní částka v Kč bez DPH)</w:t>
            </w:r>
          </w:p>
        </w:tc>
      </w:tr>
      <w:tr w:rsidR="0048704F" w:rsidRPr="00404764" w14:paraId="332FBE8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0675297F" w14:textId="77777777" w:rsidR="0048704F" w:rsidRPr="00404764" w:rsidRDefault="0048704F" w:rsidP="003E1E47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7C59E4A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53565CB7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76AD02C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9AD5061" w14:textId="77777777" w:rsidR="0048704F" w:rsidRPr="00404764" w:rsidRDefault="0048704F" w:rsidP="003E1E47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18F18570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0498D842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6650DCAB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3B6DD4EF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72E6B81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prací:</w:t>
            </w:r>
          </w:p>
        </w:tc>
        <w:tc>
          <w:tcPr>
            <w:tcW w:w="4264" w:type="dxa"/>
          </w:tcPr>
          <w:p w14:paraId="5ADF1678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48704F" w:rsidRPr="00404764" w14:paraId="67034891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F8E9868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prací:</w:t>
            </w:r>
          </w:p>
          <w:p w14:paraId="1C79C7D8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06F458E7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48704F" w:rsidRPr="00404764" w14:paraId="008C205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403DACA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úseku:</w:t>
            </w:r>
          </w:p>
        </w:tc>
        <w:tc>
          <w:tcPr>
            <w:tcW w:w="4264" w:type="dxa"/>
          </w:tcPr>
          <w:p w14:paraId="22ED3161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48704F" w:rsidRPr="00404764" w14:paraId="3A5C0CE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AC19C19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108E338B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48704F" w:rsidRPr="00404764" w14:paraId="4E35E0F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8682BAF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4F60C36C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48704F" w:rsidRPr="00404764" w14:paraId="2F863668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4048907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3D09797B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48704F" w:rsidRPr="00404764" w14:paraId="0B2147A7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E1FBA3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železničním svršku:</w:t>
            </w:r>
          </w:p>
          <w:p w14:paraId="5A7F7D78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67FD5BF4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7DBD870A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AF27DF2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3D69BBB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0541469F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6C688BE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výhybkách:</w:t>
            </w:r>
          </w:p>
          <w:p w14:paraId="5978A7E8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4CE42AE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77E0C70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a počet výhybek viz pozn. č. 4]</w:t>
            </w:r>
          </w:p>
        </w:tc>
      </w:tr>
      <w:tr w:rsidR="0048704F" w:rsidRPr="00404764" w14:paraId="3D4C5DE1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43EEFD8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železničním spodku:</w:t>
            </w:r>
          </w:p>
          <w:p w14:paraId="6D840024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7C065AA3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1AD01F45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60F9C70C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5BA42FA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masivních mostních objektech:</w:t>
            </w:r>
          </w:p>
          <w:p w14:paraId="45A83A2D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61CCA384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02A9F0A0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C80CC4B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42A2C7F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14A92666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955F910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konstrukcí:</w:t>
            </w:r>
          </w:p>
          <w:p w14:paraId="2240D59F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2C500370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4A0AEE4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7362141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6ACEFAC4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832D685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15C8064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4B6282A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7B2F90B2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1C56AC77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1772605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72FA482F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6B02006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2DC93DDA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6424324D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42303A8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0E50273D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3FE1585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358C584C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7F9B17F5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BAA93E1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39F80BC2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7BE7F654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0CE1E117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084EA79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162409D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129A443A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BF30670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354B0161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1980C879" w14:textId="77777777" w:rsidR="0048704F" w:rsidRDefault="0048704F" w:rsidP="003E1E47">
            <w:pPr>
              <w:rPr>
                <w:b/>
                <w:noProof/>
                <w:szCs w:val="20"/>
              </w:rPr>
            </w:pPr>
          </w:p>
          <w:p w14:paraId="7C97827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B747454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1D9FB2C7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  <w:tr w:rsidR="0048704F" w:rsidRPr="00404764" w14:paraId="032233D9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33826EF" w14:textId="77777777" w:rsidR="0048704F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C3A6BB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84299CE" w14:textId="77777777" w:rsidR="0048704F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3E133D4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4]</w:t>
            </w:r>
          </w:p>
        </w:tc>
      </w:tr>
    </w:tbl>
    <w:p w14:paraId="522BACA6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4ED32607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08B4B93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2ADF2D21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48704F" w:rsidRPr="00404764" w14:paraId="549396FC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566A89F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1E5F9994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48704F" w:rsidRPr="00404764" w14:paraId="2FCDE36C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1421AE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485CEBC6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2EEDF7CD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9A6D92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276A2A85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7A4831E2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p w14:paraId="3EAEB711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48704F" w:rsidRPr="00404764" w14:paraId="053EA063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4FB1ECB4" w14:textId="77777777" w:rsidR="0048704F" w:rsidRPr="00404764" w:rsidRDefault="0048704F" w:rsidP="003E1E47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77D293F2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6482B3F5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48704F" w:rsidRPr="00404764" w14:paraId="3226161C" w14:textId="77777777" w:rsidTr="003E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4E9BBC66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47976501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160AA9F0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55FFB817" w14:textId="77777777" w:rsidTr="003E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A2AF34E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5CC4EDF2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9E94B70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14E783F0" w14:textId="77777777" w:rsidTr="003E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4E46313B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75DB8D55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2C9DB1C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4F95EFEE" w14:textId="77777777" w:rsidTr="003E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10BD3B99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6A429E8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2E89481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0A0C019E" w14:textId="77777777" w:rsidTr="003E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462259D9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 Kč bez DPH: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EDDB240" w14:textId="77777777" w:rsidR="0048704F" w:rsidRPr="00404764" w:rsidRDefault="0048704F" w:rsidP="003E1E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9A6BF00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7BDEA403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CFA2A1B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042E361D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48704F" w:rsidRPr="00404764" w14:paraId="59986892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747111C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6C682920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72FE952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2BADD68F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70D057D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46F092EA" w14:textId="77777777" w:rsidR="0048704F" w:rsidRPr="00404764" w:rsidRDefault="0048704F" w:rsidP="0048704F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48704F" w:rsidRPr="00404764" w14:paraId="4C5D9D63" w14:textId="77777777" w:rsidTr="003E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640E7BD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vystavitele:</w:t>
            </w:r>
          </w:p>
        </w:tc>
        <w:tc>
          <w:tcPr>
            <w:tcW w:w="4264" w:type="dxa"/>
          </w:tcPr>
          <w:p w14:paraId="5306F123" w14:textId="77777777" w:rsidR="0048704F" w:rsidRPr="00404764" w:rsidRDefault="0048704F" w:rsidP="003E1E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31E44146" w14:textId="77777777" w:rsidTr="003E1E4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E6BB85B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Funkce:</w:t>
            </w:r>
          </w:p>
        </w:tc>
        <w:tc>
          <w:tcPr>
            <w:tcW w:w="4264" w:type="dxa"/>
          </w:tcPr>
          <w:p w14:paraId="458C4949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48704F" w:rsidRPr="00404764" w14:paraId="7A6BC246" w14:textId="77777777" w:rsidTr="003E1E47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CA8E669" w14:textId="77777777" w:rsidR="0048704F" w:rsidRPr="00404764" w:rsidRDefault="0048704F" w:rsidP="003E1E47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 a datum vystavení osvědčení:</w:t>
            </w:r>
          </w:p>
        </w:tc>
        <w:tc>
          <w:tcPr>
            <w:tcW w:w="4264" w:type="dxa"/>
          </w:tcPr>
          <w:p w14:paraId="169C04AB" w14:textId="77777777" w:rsidR="0048704F" w:rsidRPr="00404764" w:rsidRDefault="0048704F" w:rsidP="003E1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308F370" w14:textId="77777777" w:rsidR="0048704F" w:rsidRDefault="0048704F" w:rsidP="0048704F"/>
    <w:p w14:paraId="596FDAD7" w14:textId="77777777" w:rsidR="0048704F" w:rsidRPr="00404764" w:rsidRDefault="0048704F" w:rsidP="0048704F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332B4B10" w14:textId="77777777" w:rsidR="0048704F" w:rsidRPr="00404764" w:rsidRDefault="0048704F" w:rsidP="0048704F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1EEB804D" w14:textId="77777777" w:rsidR="0048704F" w:rsidRDefault="0048704F" w:rsidP="0048704F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BA5DB7F" w14:textId="77777777" w:rsidR="0048704F" w:rsidRPr="00276C0B" w:rsidRDefault="0048704F" w:rsidP="0048704F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 pole zůstane prázdné. </w:t>
      </w:r>
    </w:p>
    <w:p w14:paraId="34E26297" w14:textId="77777777" w:rsidR="0048704F" w:rsidRPr="00F0533E" w:rsidRDefault="0048704F" w:rsidP="0048704F"/>
    <w:p w14:paraId="2D7A9C21" w14:textId="77777777" w:rsidR="007479E1" w:rsidRDefault="007479E1" w:rsidP="00F0533E">
      <w:pPr>
        <w:rPr>
          <w:noProof/>
        </w:rPr>
      </w:pPr>
      <w:bookmarkStart w:id="1" w:name="_GoBack"/>
      <w:bookmarkEnd w:id="1"/>
    </w:p>
    <w:sectPr w:rsidR="007479E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C43BC16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7F9A4D69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8704F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3923AE-6431-4D46-BA32-2BFBEA17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Duda Vlastimil, Ing.</cp:lastModifiedBy>
  <cp:revision>3</cp:revision>
  <cp:lastPrinted>2022-03-23T11:11:00Z</cp:lastPrinted>
  <dcterms:created xsi:type="dcterms:W3CDTF">2022-04-21T12:22:00Z</dcterms:created>
  <dcterms:modified xsi:type="dcterms:W3CDTF">2023-04-25T13:01:00Z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